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A1A613A-85C4-4EB7-9EFC-E195B1EC136B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